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6E3FE0E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6D07527" w:rsidR="00F1480E" w:rsidRPr="005404CB" w:rsidRDefault="00554BEF" w:rsidP="00905413">
            <w:pPr>
              <w:pStyle w:val="SIText"/>
            </w:pPr>
            <w:r w:rsidRPr="00554BEF">
              <w:t xml:space="preserve">This version released with AMP Australian Meat Processing Training Package </w:t>
            </w:r>
            <w:r w:rsidR="00413527">
              <w:t>v</w:t>
            </w:r>
            <w:r w:rsidRPr="00554BEF">
              <w:t xml:space="preserve">ersion </w:t>
            </w:r>
            <w:r w:rsidR="00F36CB8">
              <w:t>9</w:t>
            </w:r>
            <w:r w:rsidRPr="00554BEF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</w:tcPr>
          <w:p w14:paraId="4E5419B2" w14:textId="362B5E17" w:rsidR="00F1480E" w:rsidRPr="005327F6" w:rsidRDefault="000F46B4" w:rsidP="00704675">
            <w:pPr>
              <w:pStyle w:val="SIUNITCODE"/>
              <w:rPr>
                <w:rStyle w:val="SITemporaryText-green"/>
                <w:color w:val="auto"/>
              </w:rPr>
            </w:pPr>
            <w:r w:rsidRPr="005327F6">
              <w:rPr>
                <w:rStyle w:val="SITemporaryText-green"/>
                <w:color w:val="auto"/>
              </w:rPr>
              <w:t>AMPOPR2</w:t>
            </w:r>
            <w:r w:rsidR="007008F4" w:rsidRPr="00554BEF">
              <w:t>0</w:t>
            </w:r>
            <w:r w:rsidR="00DE59EC">
              <w:rPr>
                <w:rStyle w:val="SITemporaryText-green"/>
              </w:rPr>
              <w:t>4</w:t>
            </w:r>
          </w:p>
        </w:tc>
        <w:tc>
          <w:tcPr>
            <w:tcW w:w="3604" w:type="pct"/>
          </w:tcPr>
          <w:p w14:paraId="0B6AAD6B" w14:textId="15E55047" w:rsidR="00F1480E" w:rsidRPr="005404CB" w:rsidRDefault="00413696" w:rsidP="005404CB">
            <w:pPr>
              <w:pStyle w:val="SIUnittitle"/>
            </w:pPr>
            <w:r w:rsidRPr="00413696">
              <w:t>Undertake routine preventative maintenance</w:t>
            </w:r>
          </w:p>
        </w:tc>
      </w:tr>
      <w:tr w:rsidR="00F1480E" w:rsidRPr="00963A46" w14:paraId="3D75C78B" w14:textId="77777777" w:rsidTr="00CA2922">
        <w:tc>
          <w:tcPr>
            <w:tcW w:w="1396" w:type="pct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</w:tcPr>
          <w:p w14:paraId="0A18CD36" w14:textId="5917354F" w:rsidR="00733E70" w:rsidRDefault="00733E70" w:rsidP="00733E70">
            <w:pPr>
              <w:pStyle w:val="SIText"/>
            </w:pPr>
            <w:r w:rsidRPr="00733E70">
              <w:t>This unit describes the skills and knowledge required to carry out routine maintenance in the workplace.</w:t>
            </w:r>
          </w:p>
          <w:p w14:paraId="6A64ED31" w14:textId="77777777" w:rsidR="00D72820" w:rsidRPr="00733E70" w:rsidRDefault="00D72820" w:rsidP="00733E70">
            <w:pPr>
              <w:pStyle w:val="SIText"/>
            </w:pPr>
          </w:p>
          <w:p w14:paraId="74853D59" w14:textId="77777777" w:rsidR="00733E70" w:rsidRPr="00733E70" w:rsidRDefault="00733E70" w:rsidP="00733E70">
            <w:pPr>
              <w:pStyle w:val="SIText"/>
            </w:pPr>
            <w:r w:rsidRPr="00733E70">
              <w:t>Routine preventative maintenance is undertaken by workers in the retail, smallgoods, meat processing and food services sectors. It may involve tasks such as:</w:t>
            </w:r>
          </w:p>
          <w:p w14:paraId="368F6A08" w14:textId="77777777" w:rsidR="00733E70" w:rsidRPr="00733E70" w:rsidRDefault="00733E70" w:rsidP="00D72820">
            <w:pPr>
              <w:pStyle w:val="SIBulletList1"/>
            </w:pPr>
            <w:r w:rsidRPr="00733E70">
              <w:t>vehicle and equipment checks</w:t>
            </w:r>
          </w:p>
          <w:p w14:paraId="36E3818F" w14:textId="77777777" w:rsidR="00733E70" w:rsidRPr="00733E70" w:rsidRDefault="00733E70" w:rsidP="00D72820">
            <w:pPr>
              <w:pStyle w:val="SIBulletList1"/>
            </w:pPr>
            <w:r w:rsidRPr="00733E70">
              <w:t>cleaning and lubrication of equipment</w:t>
            </w:r>
          </w:p>
          <w:p w14:paraId="50EE1DD2" w14:textId="6F43B915" w:rsidR="00733E70" w:rsidRPr="00733E70" w:rsidRDefault="000F46B4" w:rsidP="00D72820">
            <w:pPr>
              <w:pStyle w:val="SIBulletList1"/>
            </w:pPr>
            <w:r>
              <w:t xml:space="preserve">minor </w:t>
            </w:r>
            <w:r w:rsidR="00733E70" w:rsidRPr="00733E70">
              <w:t>adjustments and repairs to plant and equipment</w:t>
            </w:r>
            <w:r w:rsidR="007B2328">
              <w:t>.</w:t>
            </w:r>
          </w:p>
          <w:p w14:paraId="516B1691" w14:textId="77777777" w:rsidR="00D72820" w:rsidRDefault="00D72820" w:rsidP="00733E70">
            <w:pPr>
              <w:pStyle w:val="SIText"/>
            </w:pPr>
          </w:p>
          <w:p w14:paraId="48FDF3BA" w14:textId="3D7AF793" w:rsidR="000F46B4" w:rsidRPr="000F46B4" w:rsidRDefault="000F46B4" w:rsidP="000F46B4">
            <w:pPr>
              <w:pStyle w:val="SIText"/>
            </w:pPr>
            <w:r w:rsidRPr="00733E70">
              <w:t>This unit applies to individuals who work under general supervision</w:t>
            </w:r>
            <w:r w:rsidR="000B3351">
              <w:t xml:space="preserve"> in food or meat processing </w:t>
            </w:r>
            <w:r w:rsidR="00045FA5">
              <w:t>premises</w:t>
            </w:r>
            <w:r w:rsidR="007008F4">
              <w:t>,</w:t>
            </w:r>
            <w:r w:rsidR="00045FA5">
              <w:t xml:space="preserve"> </w:t>
            </w:r>
            <w:r w:rsidR="000B3351">
              <w:t>including, for example, retail, smallgoods and food services sectors.</w:t>
            </w:r>
          </w:p>
          <w:p w14:paraId="30E65248" w14:textId="77777777" w:rsidR="000F46B4" w:rsidRDefault="000F46B4" w:rsidP="00733E70">
            <w:pPr>
              <w:pStyle w:val="SIText"/>
            </w:pPr>
          </w:p>
          <w:p w14:paraId="1107457E" w14:textId="77777777" w:rsidR="000F46B4" w:rsidRPr="000F46B4" w:rsidRDefault="000F46B4" w:rsidP="000F46B4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0F46B4">
              <w:t>, food and meat safety regulations, legislation and standards that apply to the workplace.</w:t>
            </w:r>
          </w:p>
          <w:p w14:paraId="5F01AF3D" w14:textId="77777777" w:rsidR="000F46B4" w:rsidRDefault="000F46B4" w:rsidP="000F46B4">
            <w:pPr>
              <w:pStyle w:val="SIText"/>
            </w:pPr>
          </w:p>
          <w:p w14:paraId="705F1650" w14:textId="77777777" w:rsidR="00373436" w:rsidRDefault="000F46B4" w:rsidP="00733E70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3556069A" w14:textId="77777777" w:rsidR="00873C06" w:rsidRDefault="00873C06" w:rsidP="00733E70">
            <w:pPr>
              <w:pStyle w:val="SIText"/>
            </w:pPr>
          </w:p>
          <w:p w14:paraId="077C0FC6" w14:textId="0B1320A2" w:rsidR="00873C06" w:rsidRPr="000754EC" w:rsidRDefault="00873C06" w:rsidP="00733E70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</w:tcPr>
          <w:p w14:paraId="21638E63" w14:textId="0F11C12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2B839DA" w14:textId="56FBE97E" w:rsidR="00F1480E" w:rsidRPr="005327F6" w:rsidRDefault="000F46B4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5327F6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77A93" w:rsidRPr="00963A46" w14:paraId="093B57AB" w14:textId="77777777" w:rsidTr="00CA2922">
        <w:trPr>
          <w:cantSplit/>
        </w:trPr>
        <w:tc>
          <w:tcPr>
            <w:tcW w:w="1396" w:type="pct"/>
          </w:tcPr>
          <w:p w14:paraId="2FB446BD" w14:textId="19397BE4" w:rsidR="00177A93" w:rsidRPr="00177A93" w:rsidRDefault="00177A93" w:rsidP="00177A93">
            <w:pPr>
              <w:pStyle w:val="SIText"/>
            </w:pPr>
            <w:r w:rsidRPr="00177A93">
              <w:t xml:space="preserve">1. </w:t>
            </w:r>
            <w:r w:rsidR="00A50F99">
              <w:t>Prepare for and c</w:t>
            </w:r>
            <w:r w:rsidR="00A50F99" w:rsidRPr="00177A93">
              <w:t xml:space="preserve">onduct </w:t>
            </w:r>
            <w:r w:rsidRPr="00177A93">
              <w:t>routine checks of plant and equipment</w:t>
            </w:r>
          </w:p>
        </w:tc>
        <w:tc>
          <w:tcPr>
            <w:tcW w:w="3604" w:type="pct"/>
          </w:tcPr>
          <w:p w14:paraId="6EDE5006" w14:textId="5102D091" w:rsidR="000F46B4" w:rsidRDefault="00177A93" w:rsidP="00177A93">
            <w:pPr>
              <w:pStyle w:val="SIText"/>
            </w:pPr>
            <w:r w:rsidRPr="00177A93">
              <w:t xml:space="preserve">1.1 </w:t>
            </w:r>
            <w:r w:rsidR="000F46B4">
              <w:t xml:space="preserve">Identify workplace health and safety hazards </w:t>
            </w:r>
            <w:r w:rsidR="00A50F99">
              <w:t>relevant to task</w:t>
            </w:r>
            <w:r w:rsidR="007008F4">
              <w:t>,</w:t>
            </w:r>
            <w:r w:rsidR="00A50F99">
              <w:t xml:space="preserve"> </w:t>
            </w:r>
            <w:r w:rsidR="000F46B4">
              <w:t xml:space="preserve">and address </w:t>
            </w:r>
            <w:r w:rsidR="00A50F99">
              <w:t>associated risk</w:t>
            </w:r>
          </w:p>
          <w:p w14:paraId="384FFA57" w14:textId="2DA200DC" w:rsidR="00177A93" w:rsidRDefault="00A50F99" w:rsidP="00177A93">
            <w:pPr>
              <w:pStyle w:val="SIText"/>
            </w:pPr>
            <w:r>
              <w:t xml:space="preserve">1.2 </w:t>
            </w:r>
            <w:r w:rsidR="00177A93" w:rsidRPr="00177A93">
              <w:t>Perform visual checks of plant and equipment to detect signs of defects and damage in accordance with preventative maintenance documentation and procedures</w:t>
            </w:r>
          </w:p>
          <w:p w14:paraId="3B07D1C3" w14:textId="5577A321" w:rsidR="00E66EAD" w:rsidRPr="00177A93" w:rsidRDefault="00E66EAD" w:rsidP="00177A93">
            <w:pPr>
              <w:pStyle w:val="SIText"/>
            </w:pPr>
            <w:r>
              <w:t>1.3 Apply isolation procedures where required</w:t>
            </w:r>
          </w:p>
          <w:p w14:paraId="0ACD8386" w14:textId="4D5289A2" w:rsidR="00177A93" w:rsidRPr="00177A93" w:rsidRDefault="00177A93" w:rsidP="00177A93">
            <w:pPr>
              <w:pStyle w:val="SIText"/>
            </w:pPr>
            <w:r w:rsidRPr="00177A93">
              <w:t>1.</w:t>
            </w:r>
            <w:r w:rsidR="00E66EAD">
              <w:t>4</w:t>
            </w:r>
            <w:r w:rsidR="00A50F99" w:rsidRPr="00177A93">
              <w:t xml:space="preserve"> </w:t>
            </w:r>
            <w:r w:rsidRPr="00177A93">
              <w:t>Make requirements for the adjustments and repairs to plant and equipment within workplace procedures and agreements</w:t>
            </w:r>
          </w:p>
        </w:tc>
      </w:tr>
      <w:tr w:rsidR="00177A93" w:rsidRPr="00963A46" w14:paraId="10724A78" w14:textId="77777777" w:rsidTr="00CA2922">
        <w:trPr>
          <w:cantSplit/>
        </w:trPr>
        <w:tc>
          <w:tcPr>
            <w:tcW w:w="1396" w:type="pct"/>
          </w:tcPr>
          <w:p w14:paraId="449EE023" w14:textId="7A7F44D6" w:rsidR="00177A93" w:rsidRPr="00177A93" w:rsidRDefault="00177A93" w:rsidP="00177A93">
            <w:pPr>
              <w:pStyle w:val="SIText"/>
            </w:pPr>
            <w:r w:rsidRPr="00177A93">
              <w:t>2. Implement routine preventative maintenance</w:t>
            </w:r>
          </w:p>
        </w:tc>
        <w:tc>
          <w:tcPr>
            <w:tcW w:w="3604" w:type="pct"/>
          </w:tcPr>
          <w:p w14:paraId="08735B0B" w14:textId="77777777" w:rsidR="00177A93" w:rsidRPr="00177A93" w:rsidRDefault="00177A93" w:rsidP="00177A93">
            <w:pPr>
              <w:pStyle w:val="SIText"/>
            </w:pPr>
            <w:r w:rsidRPr="00177A93">
              <w:t>2.1 Make routine adjustments and repairs to plant and equipment within workplace procedures and agreements</w:t>
            </w:r>
          </w:p>
          <w:p w14:paraId="4C7870DD" w14:textId="77777777" w:rsidR="00177A93" w:rsidRPr="00177A93" w:rsidRDefault="00177A93" w:rsidP="00177A93">
            <w:pPr>
              <w:pStyle w:val="SIText"/>
            </w:pPr>
            <w:r w:rsidRPr="00177A93">
              <w:t>2.2 Carry out greasing, lubrication and other regular servicing of plant and equipment in accordance with workplace schedules, procedures and agreements, and according to maintenance instructions</w:t>
            </w:r>
          </w:p>
          <w:p w14:paraId="438EAD25" w14:textId="77777777" w:rsidR="00177A93" w:rsidRPr="00177A93" w:rsidRDefault="00177A93" w:rsidP="00177A93">
            <w:pPr>
              <w:pStyle w:val="SIText"/>
            </w:pPr>
            <w:r w:rsidRPr="00177A93">
              <w:t>2.3 Return cleaned equipment to operating order after maintenance is complete</w:t>
            </w:r>
          </w:p>
          <w:p w14:paraId="53953CA2" w14:textId="77777777" w:rsidR="00177A93" w:rsidRPr="00177A93" w:rsidRDefault="00177A93" w:rsidP="00177A93">
            <w:pPr>
              <w:pStyle w:val="SIText"/>
            </w:pPr>
            <w:r w:rsidRPr="00177A93">
              <w:t>2.4 Identify, rectify and/or report out-of-specification preventative maintenance</w:t>
            </w:r>
          </w:p>
          <w:p w14:paraId="1F43E4AD" w14:textId="5382E853" w:rsidR="00177A93" w:rsidRPr="00177A93" w:rsidRDefault="00177A93" w:rsidP="00177A93">
            <w:pPr>
              <w:pStyle w:val="SIText"/>
            </w:pPr>
            <w:r w:rsidRPr="00177A93">
              <w:t>2.5 Collect, treat and dispose</w:t>
            </w:r>
            <w:r w:rsidR="000F54ED">
              <w:t xml:space="preserve"> </w:t>
            </w:r>
            <w:r w:rsidR="007008F4">
              <w:t xml:space="preserve">of </w:t>
            </w:r>
            <w:r w:rsidR="000F54ED">
              <w:t xml:space="preserve">or </w:t>
            </w:r>
            <w:r w:rsidRPr="00177A93">
              <w:t>recycle waste arising from preventative maintenance according to company procedures</w:t>
            </w:r>
          </w:p>
          <w:p w14:paraId="2F41F575" w14:textId="55AFD079" w:rsidR="00177A93" w:rsidRPr="00177A93" w:rsidRDefault="00177A93" w:rsidP="00177A93">
            <w:pPr>
              <w:pStyle w:val="SIText"/>
            </w:pPr>
            <w:r w:rsidRPr="00177A93">
              <w:t xml:space="preserve">2.6 Record </w:t>
            </w:r>
            <w:r w:rsidR="008A2BA2">
              <w:t xml:space="preserve">and report </w:t>
            </w:r>
            <w:r w:rsidRPr="00177A93">
              <w:t xml:space="preserve">routine maintenance information </w:t>
            </w:r>
            <w:r w:rsidR="008A2BA2">
              <w:t>following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7B232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348A1" w:rsidRPr="00336FCA" w:rsidDel="00423CB2" w14:paraId="2BEF8611" w14:textId="77777777" w:rsidTr="00CA2922">
        <w:trPr>
          <w:tblHeader/>
        </w:trPr>
        <w:tc>
          <w:tcPr>
            <w:tcW w:w="1396" w:type="pct"/>
          </w:tcPr>
          <w:p w14:paraId="332BEDC4" w14:textId="06AF9BDA" w:rsidR="00F348A1" w:rsidRPr="00F348A1" w:rsidRDefault="00F348A1" w:rsidP="007B2328">
            <w:pPr>
              <w:pStyle w:val="SIText"/>
              <w:rPr>
                <w:rFonts w:eastAsiaTheme="majorEastAsia"/>
              </w:rPr>
            </w:pPr>
            <w:r w:rsidRPr="00F348A1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74D4F7F" w14:textId="1863E72F" w:rsidR="00F348A1" w:rsidRPr="00F348A1" w:rsidRDefault="00F348A1" w:rsidP="007B2328">
            <w:pPr>
              <w:pStyle w:val="SIBulletList1"/>
              <w:rPr>
                <w:rFonts w:eastAsiaTheme="majorEastAsia"/>
              </w:rPr>
            </w:pPr>
            <w:r w:rsidRPr="00F348A1">
              <w:t>Interpret key requirements of workplace proc</w:t>
            </w:r>
            <w:r w:rsidR="000F54ED">
              <w:t>edures and equipment manuals</w:t>
            </w:r>
          </w:p>
        </w:tc>
      </w:tr>
      <w:tr w:rsidR="00F348A1" w:rsidRPr="00336FCA" w:rsidDel="00423CB2" w14:paraId="3ABD05B4" w14:textId="77777777" w:rsidTr="00CA2922">
        <w:trPr>
          <w:tblHeader/>
        </w:trPr>
        <w:tc>
          <w:tcPr>
            <w:tcW w:w="1396" w:type="pct"/>
          </w:tcPr>
          <w:p w14:paraId="0904889D" w14:textId="40EE10C5" w:rsidR="00F348A1" w:rsidRPr="00F348A1" w:rsidRDefault="00F348A1" w:rsidP="007B2328">
            <w:pPr>
              <w:pStyle w:val="SIText"/>
              <w:rPr>
                <w:rFonts w:eastAsiaTheme="majorEastAsia"/>
              </w:rPr>
            </w:pPr>
            <w:r w:rsidRPr="00F348A1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1D9E591" w14:textId="77777777" w:rsidR="00F348A1" w:rsidRPr="007B2328" w:rsidRDefault="00F348A1" w:rsidP="000F54ED">
            <w:pPr>
              <w:pStyle w:val="SIBulletList1"/>
              <w:rPr>
                <w:rFonts w:eastAsiaTheme="majorEastAsia"/>
              </w:rPr>
            </w:pPr>
            <w:r w:rsidRPr="00F348A1">
              <w:t>Clarify instructions and interact effectively with fellow workers</w:t>
            </w:r>
          </w:p>
          <w:p w14:paraId="3ED6B012" w14:textId="77777777" w:rsidR="00E66EAD" w:rsidRPr="007B2328" w:rsidRDefault="00E66EAD" w:rsidP="000F54ED">
            <w:pPr>
              <w:pStyle w:val="SIBulletList1"/>
              <w:rPr>
                <w:rFonts w:eastAsiaTheme="majorEastAsia"/>
              </w:rPr>
            </w:pPr>
            <w:r>
              <w:t>Seek advice from colleagues</w:t>
            </w:r>
          </w:p>
          <w:p w14:paraId="0DF9945A" w14:textId="0EF2323C" w:rsidR="00E66EAD" w:rsidRPr="00F348A1" w:rsidRDefault="008A2BA2" w:rsidP="007B2328">
            <w:pPr>
              <w:pStyle w:val="SIBulletList1"/>
              <w:rPr>
                <w:rFonts w:eastAsiaTheme="majorEastAsia"/>
              </w:rPr>
            </w:pPr>
            <w:r>
              <w:t>W</w:t>
            </w:r>
            <w:r w:rsidR="00E66EAD" w:rsidRPr="00E66EAD">
              <w:t xml:space="preserve">ork with </w:t>
            </w:r>
            <w:r w:rsidR="00E66EAD">
              <w:t>others</w:t>
            </w:r>
            <w:r w:rsidR="00E66EAD" w:rsidRPr="00E66EAD">
              <w:t xml:space="preserve"> to solve problems</w:t>
            </w:r>
          </w:p>
        </w:tc>
      </w:tr>
      <w:tr w:rsidR="00E66EAD" w:rsidRPr="00336FCA" w:rsidDel="00423CB2" w14:paraId="653CF723" w14:textId="77777777" w:rsidTr="00CA2922">
        <w:trPr>
          <w:tblHeader/>
        </w:trPr>
        <w:tc>
          <w:tcPr>
            <w:tcW w:w="1396" w:type="pct"/>
          </w:tcPr>
          <w:p w14:paraId="420ECA9F" w14:textId="6566A643" w:rsidR="00E66EAD" w:rsidRPr="00E66EAD" w:rsidRDefault="00E66EAD" w:rsidP="00E66EA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E7D39BA" w14:textId="22AAB258" w:rsidR="00E66EAD" w:rsidRDefault="00E66EAD" w:rsidP="000F54ED">
            <w:pPr>
              <w:pStyle w:val="SIBulletList1"/>
            </w:pPr>
            <w:r>
              <w:t>Determine downtime for preventative maintenance</w:t>
            </w:r>
          </w:p>
          <w:p w14:paraId="4C7FFDEB" w14:textId="7E0AD6EF" w:rsidR="000B3351" w:rsidRPr="00F348A1" w:rsidRDefault="000B3351" w:rsidP="000F54ED">
            <w:pPr>
              <w:pStyle w:val="SIBulletList1"/>
            </w:pPr>
            <w:r>
              <w:t>Interpret gauges and scales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7B2328">
        <w:trPr>
          <w:trHeight w:val="779"/>
        </w:trPr>
        <w:tc>
          <w:tcPr>
            <w:tcW w:w="1028" w:type="pct"/>
          </w:tcPr>
          <w:p w14:paraId="16AF823A" w14:textId="38C57B30" w:rsidR="00041E59" w:rsidRPr="005404CB" w:rsidRDefault="00F00FA8" w:rsidP="005404CB">
            <w:pPr>
              <w:pStyle w:val="SIText"/>
            </w:pPr>
            <w:r w:rsidRPr="005117AC">
              <w:t>AMP</w:t>
            </w:r>
            <w:r>
              <w:t>OPR20</w:t>
            </w:r>
            <w:r w:rsidR="00DE59EC">
              <w:t>4</w:t>
            </w:r>
            <w:r>
              <w:t xml:space="preserve"> </w:t>
            </w:r>
            <w:r w:rsidRPr="005117AC">
              <w:t>Undertake routine preventative maintenance</w:t>
            </w:r>
          </w:p>
        </w:tc>
        <w:tc>
          <w:tcPr>
            <w:tcW w:w="1105" w:type="pct"/>
          </w:tcPr>
          <w:p w14:paraId="6623A6C9" w14:textId="4E3F6D4B" w:rsidR="00041E59" w:rsidRPr="005404CB" w:rsidRDefault="000F46B4" w:rsidP="005404CB">
            <w:pPr>
              <w:pStyle w:val="SIText"/>
            </w:pPr>
            <w:r w:rsidRPr="005117AC">
              <w:t>AMPR207</w:t>
            </w:r>
            <w:r>
              <w:t xml:space="preserve"> </w:t>
            </w:r>
            <w:r w:rsidR="00D53EB8" w:rsidRPr="00D53EB8">
              <w:t>Undertake routine preventative maintenance</w:t>
            </w:r>
          </w:p>
        </w:tc>
        <w:tc>
          <w:tcPr>
            <w:tcW w:w="1251" w:type="pct"/>
          </w:tcPr>
          <w:p w14:paraId="590D939B" w14:textId="029BD282" w:rsidR="00E31818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1CED">
              <w:rPr>
                <w:rStyle w:val="SITemporaryText-red"/>
                <w:color w:val="auto"/>
                <w:sz w:val="20"/>
              </w:rPr>
              <w:t>Unit merged with AMPR107 Undertake minor routine maintenance</w:t>
            </w:r>
          </w:p>
          <w:p w14:paraId="10F38151" w14:textId="77777777" w:rsidR="00E31818" w:rsidRPr="00E31818" w:rsidRDefault="00E31818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7D84239" w14:textId="77777777" w:rsidR="00675B6D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>Unit code updated</w:t>
            </w:r>
          </w:p>
          <w:p w14:paraId="249D4688" w14:textId="77777777" w:rsidR="00675B6D" w:rsidRDefault="00675B6D" w:rsidP="00626685">
            <w:pPr>
              <w:pStyle w:val="SIText"/>
              <w:rPr>
                <w:rStyle w:val="SITemporaryText-red"/>
                <w:sz w:val="20"/>
              </w:rPr>
            </w:pPr>
          </w:p>
          <w:p w14:paraId="2C12C5E4" w14:textId="38307776" w:rsidR="00675B6D" w:rsidRPr="00675B6D" w:rsidRDefault="00675B6D" w:rsidP="00675B6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75B6D">
              <w:rPr>
                <w:rStyle w:val="SITemporaryText-red"/>
                <w:color w:val="auto"/>
                <w:sz w:val="20"/>
              </w:rPr>
              <w:t>Unit application updated</w:t>
            </w:r>
          </w:p>
          <w:p w14:paraId="540F4B64" w14:textId="77777777" w:rsidR="00E31818" w:rsidRPr="007B2328" w:rsidRDefault="00E31818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ECBE7C8" w14:textId="011B809F" w:rsidR="000F54ED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 xml:space="preserve">Performance </w:t>
            </w:r>
            <w:r w:rsidR="00626685" w:rsidRPr="007B2328">
              <w:rPr>
                <w:rStyle w:val="SITemporaryText-red"/>
                <w:color w:val="auto"/>
                <w:sz w:val="20"/>
              </w:rPr>
              <w:t>C</w:t>
            </w:r>
            <w:r w:rsidRPr="007B2328">
              <w:rPr>
                <w:rStyle w:val="SITemporaryText-red"/>
                <w:color w:val="auto"/>
                <w:sz w:val="20"/>
              </w:rPr>
              <w:t>riteria rearranged for clarity</w:t>
            </w:r>
          </w:p>
          <w:p w14:paraId="68F5D92E" w14:textId="77777777" w:rsidR="00E31818" w:rsidRPr="007B2328" w:rsidRDefault="00E31818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F87DC4A" w14:textId="0E712CDD" w:rsidR="000F54ED" w:rsidRDefault="000F54ED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2328">
              <w:rPr>
                <w:rStyle w:val="SITemporaryText-red"/>
                <w:color w:val="auto"/>
                <w:sz w:val="20"/>
              </w:rPr>
              <w:t xml:space="preserve">Foundation </w:t>
            </w:r>
            <w:r w:rsidR="00626685" w:rsidRPr="007B2328">
              <w:rPr>
                <w:rStyle w:val="SITemporaryText-red"/>
                <w:color w:val="auto"/>
                <w:sz w:val="20"/>
              </w:rPr>
              <w:t>S</w:t>
            </w:r>
            <w:r w:rsidRPr="007B2328">
              <w:rPr>
                <w:rStyle w:val="SITemporaryText-red"/>
                <w:color w:val="auto"/>
                <w:sz w:val="20"/>
              </w:rPr>
              <w:t>kills added</w:t>
            </w:r>
          </w:p>
          <w:p w14:paraId="447CE894" w14:textId="77777777" w:rsidR="00E31818" w:rsidRPr="007B2328" w:rsidRDefault="00E31818" w:rsidP="0062668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D697194" w14:textId="77777777" w:rsidR="00041E59" w:rsidRDefault="000F54ED" w:rsidP="00626685">
            <w:pPr>
              <w:pStyle w:val="SIText"/>
            </w:pPr>
            <w:r w:rsidRPr="00626685">
              <w:t>Assessment</w:t>
            </w:r>
            <w:r w:rsidRPr="000F54ED">
              <w:t xml:space="preserve"> </w:t>
            </w:r>
            <w:r w:rsidR="00626685">
              <w:t>R</w:t>
            </w:r>
            <w:r w:rsidRPr="000F54ED">
              <w:t>equirements revised</w:t>
            </w:r>
          </w:p>
          <w:p w14:paraId="7BE1FA90" w14:textId="77777777" w:rsidR="00D4364F" w:rsidRDefault="00D4364F" w:rsidP="00626685">
            <w:pPr>
              <w:pStyle w:val="SIText"/>
            </w:pPr>
          </w:p>
          <w:p w14:paraId="38EF1B27" w14:textId="06D52B09" w:rsidR="00D4364F" w:rsidRPr="005404CB" w:rsidRDefault="00D4364F" w:rsidP="00626685">
            <w:pPr>
              <w:pStyle w:val="SIText"/>
            </w:pPr>
            <w:r>
              <w:t>Mandatory workplace requirements clarified</w:t>
            </w:r>
          </w:p>
        </w:tc>
        <w:tc>
          <w:tcPr>
            <w:tcW w:w="1616" w:type="pct"/>
          </w:tcPr>
          <w:p w14:paraId="6F031ABD" w14:textId="558DEBF0" w:rsidR="00D53EB8" w:rsidRPr="005404CB" w:rsidRDefault="000E3428" w:rsidP="00D53EB8">
            <w:pPr>
              <w:pStyle w:val="SIText"/>
            </w:pPr>
            <w:r>
              <w:t>Not e</w:t>
            </w:r>
            <w:r w:rsidRPr="005404CB">
              <w:t>quivalent</w:t>
            </w:r>
          </w:p>
          <w:p w14:paraId="44BBFF38" w14:textId="49D4522A" w:rsidR="00916CD7" w:rsidRPr="005404CB" w:rsidRDefault="00916CD7" w:rsidP="005404CB">
            <w:pPr>
              <w:pStyle w:val="SIText"/>
            </w:pPr>
          </w:p>
        </w:tc>
      </w:tr>
      <w:tr w:rsidR="00E31818" w14:paraId="6E557F8A" w14:textId="77777777" w:rsidTr="007B2328">
        <w:trPr>
          <w:trHeight w:val="779"/>
        </w:trPr>
        <w:tc>
          <w:tcPr>
            <w:tcW w:w="1028" w:type="pct"/>
          </w:tcPr>
          <w:p w14:paraId="4CB62FAF" w14:textId="0B13AA52" w:rsidR="00E31818" w:rsidRPr="005117AC" w:rsidRDefault="00F00FA8" w:rsidP="005404CB">
            <w:pPr>
              <w:pStyle w:val="SIText"/>
            </w:pPr>
            <w:r w:rsidRPr="00E31818">
              <w:t>AMPOPR20</w:t>
            </w:r>
            <w:r w:rsidR="00DE59EC">
              <w:t>4</w:t>
            </w:r>
            <w:r w:rsidRPr="00E31818">
              <w:t xml:space="preserve"> Undertake routine preventative maintenance</w:t>
            </w:r>
            <w:r w:rsidR="00C518EE">
              <w:t xml:space="preserve"> </w:t>
            </w:r>
          </w:p>
        </w:tc>
        <w:tc>
          <w:tcPr>
            <w:tcW w:w="1105" w:type="pct"/>
          </w:tcPr>
          <w:p w14:paraId="04502DC3" w14:textId="7C01D657" w:rsidR="00E31818" w:rsidRPr="00E31818" w:rsidRDefault="00E31818" w:rsidP="00E31818">
            <w:pPr>
              <w:pStyle w:val="SIText"/>
            </w:pPr>
            <w:r w:rsidRPr="00DB1CED">
              <w:rPr>
                <w:rStyle w:val="SITemporaryText-red"/>
                <w:color w:val="auto"/>
                <w:sz w:val="20"/>
              </w:rPr>
              <w:t>AMPR107 Undertake minor routine maintenance</w:t>
            </w:r>
          </w:p>
        </w:tc>
        <w:tc>
          <w:tcPr>
            <w:tcW w:w="1251" w:type="pct"/>
          </w:tcPr>
          <w:p w14:paraId="12F83582" w14:textId="2D7AF419" w:rsidR="00D4364F" w:rsidRPr="00E31818" w:rsidRDefault="00D4364F" w:rsidP="00E3181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5B0BEC37" w14:textId="77777777" w:rsidR="00E31818" w:rsidRPr="00E31818" w:rsidRDefault="00E31818" w:rsidP="00E31818">
            <w:pPr>
              <w:pStyle w:val="SIText"/>
            </w:pPr>
            <w:r w:rsidRPr="00E31818">
              <w:t>Not equivalent</w:t>
            </w:r>
          </w:p>
          <w:p w14:paraId="57298162" w14:textId="77777777" w:rsidR="00E31818" w:rsidRDefault="00E31818" w:rsidP="00D53EB8">
            <w:pPr>
              <w:pStyle w:val="SIText"/>
            </w:pP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</w:tcPr>
          <w:p w14:paraId="295ABB83" w14:textId="77777777" w:rsidR="00413527" w:rsidRDefault="00413527" w:rsidP="00413527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363B1EE9" w:rsidR="00F1480E" w:rsidRPr="005404CB" w:rsidRDefault="00413527" w:rsidP="00413527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</w:tcPr>
          <w:p w14:paraId="01250677" w14:textId="151D9BCD" w:rsidR="00556C4C" w:rsidRPr="005404CB" w:rsidRDefault="00F00FA8" w:rsidP="005404CB">
            <w:pPr>
              <w:pStyle w:val="SIUnittitle"/>
            </w:pPr>
            <w:r w:rsidRPr="00F56827">
              <w:t xml:space="preserve">Assessment requirements for </w:t>
            </w:r>
            <w:r w:rsidRPr="00B936E5">
              <w:t>AMP</w:t>
            </w:r>
            <w:r>
              <w:t>OP</w:t>
            </w:r>
            <w:r w:rsidRPr="00B936E5">
              <w:t>R2</w:t>
            </w:r>
            <w:r>
              <w:t>0</w:t>
            </w:r>
            <w:r w:rsidR="00DE59EC">
              <w:t>4</w:t>
            </w:r>
            <w:r w:rsidRPr="00B936E5">
              <w:t xml:space="preserve"> Undertake routine preventative maintenance</w:t>
            </w:r>
            <w:r w:rsidR="00C518EE">
              <w:t xml:space="preserve"> 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</w:tcPr>
          <w:p w14:paraId="122505F6" w14:textId="1F8D17D9" w:rsidR="000F54ED" w:rsidRDefault="000F54ED" w:rsidP="000F54ED">
            <w:pPr>
              <w:pStyle w:val="SIText"/>
            </w:pPr>
            <w:r w:rsidRPr="000F54ED">
              <w:t>An individual demonstrating competency must satisfy all of the elements and performance criteria in this unit.</w:t>
            </w:r>
          </w:p>
          <w:p w14:paraId="02D8A2F9" w14:textId="603C4B89" w:rsidR="000F54ED" w:rsidRDefault="000F54ED" w:rsidP="000F54ED">
            <w:pPr>
              <w:pStyle w:val="SIText"/>
            </w:pPr>
          </w:p>
          <w:p w14:paraId="042AACAD" w14:textId="598D4E60" w:rsidR="000F54ED" w:rsidRDefault="000F54ED" w:rsidP="000F54ED">
            <w:pPr>
              <w:pStyle w:val="SIText"/>
            </w:pPr>
            <w:r w:rsidRPr="000F54ED">
              <w:t>There must be evidence that the individual has</w:t>
            </w:r>
            <w:r>
              <w:t xml:space="preserve"> undertaken preventative maintenance on at least one item of plant or equipment, including:</w:t>
            </w:r>
          </w:p>
          <w:p w14:paraId="141B364D" w14:textId="082A7BCF" w:rsidR="00E66EAD" w:rsidRPr="00E66EAD" w:rsidRDefault="00E66EAD" w:rsidP="00E66EAD">
            <w:pPr>
              <w:pStyle w:val="SIBulletList1"/>
            </w:pPr>
            <w:r w:rsidRPr="00E66EAD">
              <w:t>select</w:t>
            </w:r>
            <w:r>
              <w:t>ed</w:t>
            </w:r>
            <w:r w:rsidRPr="00E66EAD">
              <w:t>, fit</w:t>
            </w:r>
            <w:r>
              <w:t>ted</w:t>
            </w:r>
            <w:r w:rsidRPr="00E66EAD">
              <w:t xml:space="preserve"> and use</w:t>
            </w:r>
            <w:r>
              <w:t>d</w:t>
            </w:r>
            <w:r w:rsidRPr="00E66EAD">
              <w:t xml:space="preserve"> personal protective equipment</w:t>
            </w:r>
            <w:r w:rsidR="00045FA5">
              <w:t xml:space="preserve"> (PPE)</w:t>
            </w:r>
          </w:p>
          <w:p w14:paraId="6422A742" w14:textId="20F48B51" w:rsidR="00E66EAD" w:rsidRPr="00E66EAD" w:rsidRDefault="00E66EAD" w:rsidP="00E66EAD">
            <w:pPr>
              <w:pStyle w:val="SIBulletList1"/>
            </w:pPr>
            <w:r w:rsidRPr="00E66EAD">
              <w:t>access</w:t>
            </w:r>
            <w:r>
              <w:t>ed</w:t>
            </w:r>
            <w:r w:rsidRPr="00E66EAD">
              <w:t xml:space="preserve"> services used in preventative maintenance</w:t>
            </w:r>
          </w:p>
          <w:p w14:paraId="18F721D5" w14:textId="227E5599" w:rsidR="008A2BA2" w:rsidRPr="008A2BA2" w:rsidRDefault="008A2BA2" w:rsidP="008A2BA2">
            <w:pPr>
              <w:pStyle w:val="SIBulletList1"/>
            </w:pPr>
            <w:r w:rsidRPr="008A2BA2">
              <w:t>resolve</w:t>
            </w:r>
            <w:r>
              <w:t>d</w:t>
            </w:r>
            <w:r w:rsidRPr="008A2BA2">
              <w:t xml:space="preserve"> </w:t>
            </w:r>
            <w:r>
              <w:t>routine</w:t>
            </w:r>
            <w:r w:rsidRPr="008A2BA2">
              <w:t xml:space="preserve"> problems</w:t>
            </w:r>
            <w:r>
              <w:t xml:space="preserve"> with plant and/or equipment</w:t>
            </w:r>
          </w:p>
          <w:p w14:paraId="210C82D5" w14:textId="77777777" w:rsidR="00556C4C" w:rsidRDefault="00E66EAD" w:rsidP="007B2328">
            <w:pPr>
              <w:pStyle w:val="SIBulletList1"/>
            </w:pPr>
            <w:r w:rsidRPr="00E66EAD">
              <w:t>report</w:t>
            </w:r>
            <w:r>
              <w:t>ed</w:t>
            </w:r>
            <w:r w:rsidRPr="00E66EAD">
              <w:t xml:space="preserve"> and record</w:t>
            </w:r>
            <w:r>
              <w:t>ed</w:t>
            </w:r>
            <w:r w:rsidRPr="00E66EAD">
              <w:t xml:space="preserve"> maintenance information</w:t>
            </w:r>
            <w:r w:rsidR="008A2BA2">
              <w:t>.</w:t>
            </w:r>
          </w:p>
          <w:p w14:paraId="4013C24A" w14:textId="77777777" w:rsidR="00163529" w:rsidRDefault="00163529" w:rsidP="00163529">
            <w:pPr>
              <w:pStyle w:val="SIBulletList1"/>
              <w:numPr>
                <w:ilvl w:val="0"/>
                <w:numId w:val="0"/>
              </w:numPr>
            </w:pPr>
          </w:p>
          <w:p w14:paraId="07018B59" w14:textId="77777777" w:rsidR="00163529" w:rsidRDefault="00163529" w:rsidP="00E15067">
            <w:pPr>
              <w:pStyle w:val="SIBulletList1"/>
              <w:numPr>
                <w:ilvl w:val="0"/>
                <w:numId w:val="0"/>
              </w:numPr>
            </w:pPr>
            <w:r w:rsidRPr="00163529">
              <w:t xml:space="preserve">The assessor must observe the individual </w:t>
            </w:r>
            <w:r>
              <w:t>undertaking routine preventative maintenance</w:t>
            </w:r>
            <w:r w:rsidRPr="00163529">
              <w:t xml:space="preserve"> for a minimum of 15 minutes.</w:t>
            </w:r>
          </w:p>
          <w:p w14:paraId="1DB4B84C" w14:textId="77777777" w:rsidR="00873C06" w:rsidRDefault="00873C06" w:rsidP="00E15067">
            <w:pPr>
              <w:pStyle w:val="SIBulletList1"/>
              <w:numPr>
                <w:ilvl w:val="0"/>
                <w:numId w:val="0"/>
              </w:numPr>
            </w:pPr>
          </w:p>
          <w:p w14:paraId="699D1F34" w14:textId="77777777" w:rsidR="00873C06" w:rsidRPr="00873C06" w:rsidRDefault="00873C06" w:rsidP="00E4735C">
            <w:pPr>
              <w:pStyle w:val="SIText-Bold"/>
              <w:rPr>
                <w:rFonts w:eastAsiaTheme="minorHAnsi"/>
              </w:rPr>
            </w:pPr>
            <w:r w:rsidRPr="00873C06">
              <w:rPr>
                <w:rFonts w:eastAsiaTheme="minorHAnsi"/>
              </w:rPr>
              <w:t>Mandatory workplace requirements</w:t>
            </w:r>
          </w:p>
          <w:p w14:paraId="49081BB4" w14:textId="4BC2F25E" w:rsidR="00873C06" w:rsidRPr="005404CB" w:rsidRDefault="00873C06" w:rsidP="00873C06">
            <w:pPr>
              <w:pStyle w:val="SIBulletList1"/>
              <w:numPr>
                <w:ilvl w:val="0"/>
                <w:numId w:val="0"/>
              </w:numPr>
            </w:pPr>
            <w:r w:rsidRPr="00A27977">
              <w:t xml:space="preserve">All performance evidence specified above must be demonstrated in a </w:t>
            </w:r>
            <w:r w:rsidRPr="00873C06">
              <w:t>meat processing premises.</w:t>
            </w: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</w:tcPr>
          <w:p w14:paraId="471072F7" w14:textId="77777777" w:rsidR="008A2BA2" w:rsidRPr="008A2BA2" w:rsidRDefault="008A2BA2" w:rsidP="008A2BA2">
            <w:pPr>
              <w:pStyle w:val="SIText"/>
            </w:pPr>
            <w:r w:rsidRPr="008A2BA2">
              <w:t>An individual must be able to demonstrate the knowledge required to perform the tasks outlined in the elements and performance criteria of this unit. This includes knowledge of:</w:t>
            </w:r>
          </w:p>
          <w:p w14:paraId="0C2AA72D" w14:textId="77777777" w:rsidR="00C776C9" w:rsidRPr="00C776C9" w:rsidRDefault="00C776C9" w:rsidP="00C776C9">
            <w:pPr>
              <w:pStyle w:val="SIBulletList1"/>
            </w:pPr>
            <w:r w:rsidRPr="00C776C9">
              <w:t>services used in preventative maintenance</w:t>
            </w:r>
          </w:p>
          <w:p w14:paraId="5C3F3612" w14:textId="77777777" w:rsidR="00D00BFC" w:rsidRPr="00D00BFC" w:rsidRDefault="00D00BFC" w:rsidP="00D00BFC">
            <w:pPr>
              <w:pStyle w:val="SIBulletList1"/>
            </w:pPr>
            <w:r w:rsidRPr="00D00BFC">
              <w:t>purpose of preventative maintenance and possible consequences of poor preventative maintenance</w:t>
            </w:r>
          </w:p>
          <w:p w14:paraId="519FE060" w14:textId="77777777" w:rsidR="00D00BFC" w:rsidRDefault="00D00BFC" w:rsidP="00D00BFC">
            <w:pPr>
              <w:pStyle w:val="SIBulletList1"/>
            </w:pPr>
            <w:r>
              <w:t>workplace procedures for:</w:t>
            </w:r>
          </w:p>
          <w:p w14:paraId="5B5C2D9B" w14:textId="1FC0C8FC" w:rsidR="00C776C9" w:rsidRPr="00C776C9" w:rsidRDefault="00C776C9" w:rsidP="007B2328">
            <w:pPr>
              <w:pStyle w:val="SIBulletList2"/>
            </w:pPr>
            <w:r w:rsidRPr="00C776C9">
              <w:t>isolati</w:t>
            </w:r>
            <w:r w:rsidR="00D00BFC">
              <w:t>ng equipment</w:t>
            </w:r>
          </w:p>
          <w:p w14:paraId="7A4E7F5A" w14:textId="41EB3C8B" w:rsidR="00C776C9" w:rsidRPr="00C776C9" w:rsidRDefault="00C776C9" w:rsidP="007B2328">
            <w:pPr>
              <w:pStyle w:val="SIBulletList2"/>
            </w:pPr>
            <w:r w:rsidRPr="00C776C9">
              <w:t xml:space="preserve">waste handling </w:t>
            </w:r>
          </w:p>
          <w:p w14:paraId="30789D0D" w14:textId="787E87E5" w:rsidR="00C776C9" w:rsidRPr="00C776C9" w:rsidRDefault="00C776C9" w:rsidP="007B2328">
            <w:pPr>
              <w:pStyle w:val="SIBulletList2"/>
            </w:pPr>
            <w:r w:rsidRPr="00C776C9">
              <w:t xml:space="preserve">pre-operational checks </w:t>
            </w:r>
          </w:p>
          <w:p w14:paraId="1E2DD138" w14:textId="3D66F6AF" w:rsidR="00C776C9" w:rsidRPr="00C776C9" w:rsidRDefault="00C776C9" w:rsidP="007B2328">
            <w:pPr>
              <w:pStyle w:val="SIBulletList2"/>
            </w:pPr>
            <w:r w:rsidRPr="00C776C9">
              <w:t xml:space="preserve">cleaning </w:t>
            </w:r>
          </w:p>
          <w:p w14:paraId="5EC00E7C" w14:textId="321263DA" w:rsidR="00C776C9" w:rsidRPr="00C776C9" w:rsidRDefault="00C776C9" w:rsidP="007B2328">
            <w:pPr>
              <w:pStyle w:val="SIBulletList2"/>
            </w:pPr>
            <w:r w:rsidRPr="00C776C9">
              <w:t>workplace health and safety hazards and controls</w:t>
            </w:r>
          </w:p>
          <w:p w14:paraId="08F88D48" w14:textId="77777777" w:rsidR="00C776C9" w:rsidRPr="00C776C9" w:rsidRDefault="00C776C9" w:rsidP="00C776C9">
            <w:pPr>
              <w:pStyle w:val="SIBulletList1"/>
            </w:pPr>
            <w:r w:rsidRPr="00C776C9">
              <w:t>common problems in conducting preventative maintenance</w:t>
            </w:r>
          </w:p>
          <w:p w14:paraId="4250BBA7" w14:textId="62868E60" w:rsidR="00C776C9" w:rsidRPr="00C776C9" w:rsidRDefault="00C776C9" w:rsidP="00C776C9">
            <w:pPr>
              <w:pStyle w:val="SIBulletList1"/>
            </w:pPr>
            <w:r w:rsidRPr="00C776C9">
              <w:t>operational requirements of equipment</w:t>
            </w:r>
            <w:r w:rsidR="007008F4">
              <w:t>,</w:t>
            </w:r>
            <w:r w:rsidRPr="00C776C9">
              <w:t xml:space="preserve"> including cleaning and </w:t>
            </w:r>
            <w:r w:rsidR="00D423BA">
              <w:t>sanitation</w:t>
            </w:r>
            <w:r w:rsidRPr="00C776C9">
              <w:t xml:space="preserve"> following servicing</w:t>
            </w:r>
          </w:p>
          <w:p w14:paraId="475542BE" w14:textId="77777777" w:rsidR="00C776C9" w:rsidRPr="00C776C9" w:rsidRDefault="00C776C9" w:rsidP="00C776C9">
            <w:pPr>
              <w:pStyle w:val="SIBulletList1"/>
            </w:pPr>
            <w:r w:rsidRPr="00C776C9">
              <w:t>workplace information, systems and schedules for conducting preventative maintenance</w:t>
            </w:r>
          </w:p>
          <w:p w14:paraId="2CEE5A5A" w14:textId="77777777" w:rsidR="00C776C9" w:rsidRPr="00C776C9" w:rsidRDefault="00C776C9" w:rsidP="00C776C9">
            <w:pPr>
              <w:pStyle w:val="SIBulletList1"/>
            </w:pPr>
            <w:r w:rsidRPr="00C776C9">
              <w:t>environmental aspects related to preventative maintenance</w:t>
            </w:r>
          </w:p>
          <w:p w14:paraId="4F0CF4AE" w14:textId="77777777" w:rsidR="00C776C9" w:rsidRPr="00C776C9" w:rsidRDefault="00C776C9" w:rsidP="00C776C9">
            <w:pPr>
              <w:pStyle w:val="SIBulletList1"/>
            </w:pPr>
            <w:r w:rsidRPr="00C776C9">
              <w:t>impact of operating and cleaning procedures on maintenance requirements (including impact of not removing product from belts during cleaning)</w:t>
            </w:r>
          </w:p>
          <w:p w14:paraId="3F1383B7" w14:textId="77777777" w:rsidR="00C776C9" w:rsidRPr="00C776C9" w:rsidRDefault="00C776C9" w:rsidP="00C776C9">
            <w:pPr>
              <w:pStyle w:val="SIBulletList1"/>
            </w:pPr>
            <w:r w:rsidRPr="00C776C9">
              <w:t>quality parameters to be achieved</w:t>
            </w:r>
          </w:p>
          <w:p w14:paraId="6AB0C86A" w14:textId="72830C50" w:rsidR="00C776C9" w:rsidRPr="00C776C9" w:rsidRDefault="00C776C9" w:rsidP="00C776C9">
            <w:pPr>
              <w:pStyle w:val="SIBulletList1"/>
            </w:pPr>
            <w:r w:rsidRPr="00C776C9">
              <w:t xml:space="preserve">relationship of preventative maintenance to other work activities in the </w:t>
            </w:r>
            <w:r w:rsidR="00A40675">
              <w:t>workplace</w:t>
            </w:r>
          </w:p>
          <w:p w14:paraId="1B05688C" w14:textId="77777777" w:rsidR="00C776C9" w:rsidRPr="00C776C9" w:rsidRDefault="00C776C9" w:rsidP="00C776C9">
            <w:pPr>
              <w:pStyle w:val="SIBulletList1"/>
            </w:pPr>
            <w:r w:rsidRPr="00C776C9">
              <w:t>food safety factors in maintaining and servicing plant and equipment</w:t>
            </w:r>
          </w:p>
          <w:p w14:paraId="66608BB7" w14:textId="1FFA5AFA" w:rsidR="00F1480E" w:rsidRPr="005404CB" w:rsidRDefault="00C776C9" w:rsidP="00C776C9">
            <w:pPr>
              <w:pStyle w:val="SIBulletList1"/>
            </w:pPr>
            <w:r w:rsidRPr="00C776C9">
              <w:t>relevant regulatory and workplace requirements</w:t>
            </w:r>
            <w:r w:rsidR="007B2328">
              <w:t>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</w:tcPr>
          <w:p w14:paraId="3F3C8A50" w14:textId="2D95642C" w:rsidR="000B3351" w:rsidRPr="000B3351" w:rsidRDefault="000B3351" w:rsidP="000B3351">
            <w:pPr>
              <w:pStyle w:val="SIText"/>
            </w:pPr>
            <w:r w:rsidRPr="000B3351">
              <w:t>Assessment of the skills in this unit of competency must take place under the following conditions:</w:t>
            </w:r>
          </w:p>
          <w:p w14:paraId="1092E25A" w14:textId="77777777" w:rsidR="000B3351" w:rsidRPr="000B3351" w:rsidRDefault="000B3351" w:rsidP="000B3351">
            <w:pPr>
              <w:pStyle w:val="SIBulletList1"/>
            </w:pPr>
            <w:r w:rsidRPr="000B3351">
              <w:t>physical conditions:</w:t>
            </w:r>
          </w:p>
          <w:p w14:paraId="43618319" w14:textId="3ED88B4C" w:rsidR="00873C06" w:rsidRDefault="000B3351" w:rsidP="00636B8B">
            <w:pPr>
              <w:pStyle w:val="SIBulletList2"/>
            </w:pPr>
            <w:r w:rsidRPr="00E4735C">
              <w:rPr>
                <w:rStyle w:val="SIText-Italic"/>
              </w:rPr>
              <w:t xml:space="preserve">a meat or food processing </w:t>
            </w:r>
            <w:r w:rsidR="00873C06">
              <w:rPr>
                <w:rStyle w:val="SIText-Italic"/>
              </w:rPr>
              <w:t>premises</w:t>
            </w:r>
            <w:r w:rsidR="00873C06" w:rsidRPr="00E4735C">
              <w:rPr>
                <w:rStyle w:val="SIText-Italic"/>
              </w:rPr>
              <w:t xml:space="preserve"> </w:t>
            </w:r>
          </w:p>
          <w:p w14:paraId="4FA15299" w14:textId="7B388C0B" w:rsidR="000B3351" w:rsidRPr="000B3351" w:rsidRDefault="000B3351" w:rsidP="00873C06">
            <w:pPr>
              <w:pStyle w:val="SIBulletList1"/>
            </w:pPr>
            <w:r w:rsidRPr="000B3351">
              <w:t>resources, equipment and materials:</w:t>
            </w:r>
          </w:p>
          <w:p w14:paraId="7AEA8C9F" w14:textId="287C3CDE" w:rsidR="000B3351" w:rsidRPr="00E4735C" w:rsidRDefault="00045FA5" w:rsidP="000B33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PPE</w:t>
            </w:r>
          </w:p>
          <w:p w14:paraId="1321B630" w14:textId="4F6E4CC7" w:rsidR="000B3351" w:rsidRPr="00E4735C" w:rsidRDefault="000B3351" w:rsidP="000B33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plant and/or equipment to be maintained</w:t>
            </w:r>
          </w:p>
          <w:p w14:paraId="698B0427" w14:textId="3F2FF37B" w:rsidR="000B3351" w:rsidRPr="000B3351" w:rsidRDefault="000B3351" w:rsidP="000B3351">
            <w:pPr>
              <w:pStyle w:val="SIBulletList1"/>
            </w:pPr>
            <w:r w:rsidRPr="000B3351">
              <w:t>specifications:</w:t>
            </w:r>
          </w:p>
          <w:p w14:paraId="57FB5C05" w14:textId="3FDEFEFF" w:rsidR="000B3351" w:rsidRPr="00E4735C" w:rsidRDefault="002C0A0F" w:rsidP="00E64451">
            <w:pPr>
              <w:pStyle w:val="SIBulletList2"/>
              <w:rPr>
                <w:rStyle w:val="SIText-Italic"/>
              </w:rPr>
            </w:pPr>
            <w:r w:rsidRPr="00E4735C">
              <w:rPr>
                <w:rStyle w:val="SIText-Italic"/>
              </w:rPr>
              <w:t>task-related documents</w:t>
            </w:r>
          </w:p>
          <w:p w14:paraId="4EF57524" w14:textId="77777777" w:rsidR="00E64451" w:rsidRPr="00E64451" w:rsidRDefault="00E64451" w:rsidP="00E64451">
            <w:pPr>
              <w:pStyle w:val="SIBulletList1"/>
              <w:rPr>
                <w:lang w:val="en-US"/>
              </w:rPr>
            </w:pPr>
            <w:r w:rsidRPr="00E64451">
              <w:t>personnel:</w:t>
            </w:r>
            <w:r w:rsidRPr="00E64451">
              <w:rPr>
                <w:rFonts w:eastAsiaTheme="majorEastAsia"/>
                <w:lang w:val="en-US"/>
              </w:rPr>
              <w:t> </w:t>
            </w:r>
          </w:p>
          <w:p w14:paraId="399BB7FA" w14:textId="77777777" w:rsidR="00E64451" w:rsidRPr="00E64451" w:rsidRDefault="00E64451" w:rsidP="00E64451">
            <w:pPr>
              <w:pStyle w:val="SIBulletList2"/>
              <w:rPr>
                <w:rStyle w:val="SIText-Italic"/>
              </w:rPr>
            </w:pPr>
            <w:r w:rsidRPr="00E64451">
              <w:rPr>
                <w:rStyle w:val="SIText-Italic"/>
              </w:rPr>
              <w:t>access to team members and supervisor.</w:t>
            </w:r>
            <w:r w:rsidRPr="00E64451">
              <w:rPr>
                <w:rStyle w:val="SIText-Italic"/>
                <w:rFonts w:eastAsiaTheme="majorEastAsia"/>
              </w:rPr>
              <w:t> </w:t>
            </w:r>
          </w:p>
          <w:p w14:paraId="445DFB13" w14:textId="77777777" w:rsidR="00E64451" w:rsidRPr="00E64451" w:rsidRDefault="00E64451" w:rsidP="00E64451">
            <w:pPr>
              <w:pStyle w:val="SIText"/>
            </w:pPr>
          </w:p>
          <w:p w14:paraId="2514C11D" w14:textId="13ABE432" w:rsidR="0059014C" w:rsidRDefault="0059014C" w:rsidP="0059014C">
            <w:pPr>
              <w:pStyle w:val="SIText"/>
            </w:pPr>
            <w:r>
              <w:t>Assessment for this unit must include at least three forms of evidence.</w:t>
            </w:r>
          </w:p>
          <w:p w14:paraId="76A14D05" w14:textId="77777777" w:rsidR="0059014C" w:rsidRDefault="0059014C" w:rsidP="0050637D">
            <w:pPr>
              <w:pStyle w:val="SIText"/>
            </w:pPr>
          </w:p>
          <w:p w14:paraId="54B23192" w14:textId="77777777" w:rsidR="000B3351" w:rsidRDefault="000B3351" w:rsidP="0050637D">
            <w:pPr>
              <w:pStyle w:val="SIText"/>
            </w:pPr>
            <w:r w:rsidRPr="000B3351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04A44C91" w14:textId="77777777" w:rsidR="00873C06" w:rsidRDefault="00873C06" w:rsidP="0050637D">
            <w:pPr>
              <w:pStyle w:val="SIText"/>
            </w:pPr>
          </w:p>
          <w:p w14:paraId="4D0F452D" w14:textId="77777777" w:rsidR="00873C06" w:rsidRPr="00E4735C" w:rsidRDefault="00873C06" w:rsidP="00E4735C">
            <w:pPr>
              <w:pStyle w:val="SIText-Bold"/>
              <w:rPr>
                <w:rStyle w:val="SIText-Italic"/>
                <w:i w:val="0"/>
                <w:szCs w:val="22"/>
              </w:rPr>
            </w:pPr>
            <w:r w:rsidRPr="00E4735C">
              <w:rPr>
                <w:rStyle w:val="SIText-Italic"/>
                <w:i w:val="0"/>
                <w:szCs w:val="22"/>
              </w:rPr>
              <w:t>Mandatory workplace requirements</w:t>
            </w:r>
          </w:p>
          <w:p w14:paraId="72FC2BF3" w14:textId="5DDDAFEE" w:rsidR="00873C06" w:rsidRPr="0050637D" w:rsidRDefault="00873C06" w:rsidP="00873C06">
            <w:pPr>
              <w:pStyle w:val="SIText"/>
            </w:pPr>
            <w:r w:rsidRPr="00E01F17">
              <w:t xml:space="preserve">Mandatory workplace requirements are shown in </w:t>
            </w:r>
            <w:r w:rsidRPr="00DE59EC">
              <w:rPr>
                <w:rStyle w:val="SIText-Italic"/>
              </w:rPr>
              <w:t>italic</w:t>
            </w:r>
            <w:r w:rsidRPr="00873C06">
              <w:t xml:space="preserve"> text. Refer to the Companion Volume Implementation Guide for further information.</w:t>
            </w: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</w:tcPr>
          <w:p w14:paraId="5F07A458" w14:textId="77777777" w:rsidR="00413527" w:rsidRDefault="00413527" w:rsidP="00413527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0197E1AB" w:rsidR="00F1480E" w:rsidRPr="005404CB" w:rsidRDefault="00413527" w:rsidP="00413527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F71F9" w14:textId="77777777" w:rsidR="00432D53" w:rsidRDefault="00432D53" w:rsidP="00BF3F0A">
      <w:r>
        <w:separator/>
      </w:r>
    </w:p>
    <w:p w14:paraId="5DB4447B" w14:textId="77777777" w:rsidR="00432D53" w:rsidRDefault="00432D53"/>
  </w:endnote>
  <w:endnote w:type="continuationSeparator" w:id="0">
    <w:p w14:paraId="0343E04E" w14:textId="77777777" w:rsidR="00432D53" w:rsidRDefault="00432D53" w:rsidP="00BF3F0A">
      <w:r>
        <w:continuationSeparator/>
      </w:r>
    </w:p>
    <w:p w14:paraId="5E00D3C5" w14:textId="77777777" w:rsidR="00432D53" w:rsidRDefault="00432D53"/>
  </w:endnote>
  <w:endnote w:type="continuationNotice" w:id="1">
    <w:p w14:paraId="1DC50CE7" w14:textId="77777777" w:rsidR="00432D53" w:rsidRDefault="00432D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D12BF" w14:textId="77777777" w:rsidR="00432D53" w:rsidRDefault="00432D53" w:rsidP="00BF3F0A">
      <w:r>
        <w:separator/>
      </w:r>
    </w:p>
    <w:p w14:paraId="66F4ECBF" w14:textId="77777777" w:rsidR="00432D53" w:rsidRDefault="00432D53"/>
  </w:footnote>
  <w:footnote w:type="continuationSeparator" w:id="0">
    <w:p w14:paraId="5F57D036" w14:textId="77777777" w:rsidR="00432D53" w:rsidRDefault="00432D53" w:rsidP="00BF3F0A">
      <w:r>
        <w:continuationSeparator/>
      </w:r>
    </w:p>
    <w:p w14:paraId="46DB9EE7" w14:textId="77777777" w:rsidR="00432D53" w:rsidRDefault="00432D53"/>
  </w:footnote>
  <w:footnote w:type="continuationNotice" w:id="1">
    <w:p w14:paraId="302421C5" w14:textId="77777777" w:rsidR="00432D53" w:rsidRDefault="00432D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3C562D12" w:rsidR="009C2650" w:rsidRPr="00413696" w:rsidRDefault="00675B6D" w:rsidP="00413696">
    <w:sdt>
      <w:sdtPr>
        <w:rPr>
          <w:lang w:eastAsia="en-US"/>
        </w:rPr>
        <w:id w:val="-16314088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D2DE38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alt="" style="position:absolute;margin-left:0;margin-top:0;width:412.4pt;height:247.45pt;rotation:315;z-index:-251658239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sdt>
      <w:sdtPr>
        <w:rPr>
          <w:lang w:eastAsia="en-US"/>
        </w:rPr>
        <w:id w:val="188675247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D2DE383">
            <v:shape id="PowerPlusWaterMarkObject357831064" o:spid="_x0000_s1025" type="#_x0000_t136" alt="" style="position:absolute;margin-left:0;margin-top:0;width:412.4pt;height:247.4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F46B4" w:rsidRPr="00413696">
      <w:rPr>
        <w:lang w:eastAsia="en-US"/>
      </w:rPr>
      <w:t>AMP</w:t>
    </w:r>
    <w:r w:rsidR="000F46B4">
      <w:t>OPR2</w:t>
    </w:r>
    <w:r w:rsidR="007008F4">
      <w:t>0</w:t>
    </w:r>
    <w:r w:rsidR="00DE59EC">
      <w:t>4</w:t>
    </w:r>
    <w:r w:rsidR="000F46B4" w:rsidRPr="00413696">
      <w:rPr>
        <w:lang w:eastAsia="en-US"/>
      </w:rPr>
      <w:t xml:space="preserve"> </w:t>
    </w:r>
    <w:r w:rsidR="00413696" w:rsidRPr="00413696">
      <w:rPr>
        <w:lang w:eastAsia="en-US"/>
      </w:rPr>
      <w:t>Undertake routine preventative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791837"/>
    <w:multiLevelType w:val="multilevel"/>
    <w:tmpl w:val="5608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2F13A0E"/>
    <w:multiLevelType w:val="multilevel"/>
    <w:tmpl w:val="B73AC9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DD3813"/>
    <w:multiLevelType w:val="multilevel"/>
    <w:tmpl w:val="C3C873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418F1"/>
    <w:multiLevelType w:val="multilevel"/>
    <w:tmpl w:val="1554A3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FBC0B7E"/>
    <w:multiLevelType w:val="multilevel"/>
    <w:tmpl w:val="3C04E0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677967"/>
    <w:multiLevelType w:val="multilevel"/>
    <w:tmpl w:val="4C5E4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46516965">
    <w:abstractNumId w:val="11"/>
  </w:num>
  <w:num w:numId="2" w16cid:durableId="1576276688">
    <w:abstractNumId w:val="6"/>
  </w:num>
  <w:num w:numId="3" w16cid:durableId="67070822">
    <w:abstractNumId w:val="3"/>
  </w:num>
  <w:num w:numId="4" w16cid:durableId="1880580369">
    <w:abstractNumId w:val="18"/>
  </w:num>
  <w:num w:numId="5" w16cid:durableId="1673138092">
    <w:abstractNumId w:val="1"/>
  </w:num>
  <w:num w:numId="6" w16cid:durableId="1247887305">
    <w:abstractNumId w:val="10"/>
  </w:num>
  <w:num w:numId="7" w16cid:durableId="2075394440">
    <w:abstractNumId w:val="2"/>
  </w:num>
  <w:num w:numId="8" w16cid:durableId="1567062964">
    <w:abstractNumId w:val="0"/>
  </w:num>
  <w:num w:numId="9" w16cid:durableId="2132049052">
    <w:abstractNumId w:val="17"/>
  </w:num>
  <w:num w:numId="10" w16cid:durableId="1411653204">
    <w:abstractNumId w:val="12"/>
  </w:num>
  <w:num w:numId="11" w16cid:durableId="828063751">
    <w:abstractNumId w:val="16"/>
  </w:num>
  <w:num w:numId="12" w16cid:durableId="1623733276">
    <w:abstractNumId w:val="14"/>
  </w:num>
  <w:num w:numId="13" w16cid:durableId="553590039">
    <w:abstractNumId w:val="19"/>
  </w:num>
  <w:num w:numId="14" w16cid:durableId="2134520804">
    <w:abstractNumId w:val="4"/>
  </w:num>
  <w:num w:numId="15" w16cid:durableId="1891577560">
    <w:abstractNumId w:val="5"/>
  </w:num>
  <w:num w:numId="16" w16cid:durableId="549809195">
    <w:abstractNumId w:val="21"/>
  </w:num>
  <w:num w:numId="17" w16cid:durableId="1268345992">
    <w:abstractNumId w:val="9"/>
  </w:num>
  <w:num w:numId="18" w16cid:durableId="1588461670">
    <w:abstractNumId w:val="13"/>
  </w:num>
  <w:num w:numId="19" w16cid:durableId="1365713016">
    <w:abstractNumId w:val="15"/>
  </w:num>
  <w:num w:numId="20" w16cid:durableId="1380933937">
    <w:abstractNumId w:val="8"/>
  </w:num>
  <w:num w:numId="21" w16cid:durableId="735081210">
    <w:abstractNumId w:val="20"/>
  </w:num>
  <w:num w:numId="22" w16cid:durableId="1089331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FA5"/>
    <w:rsid w:val="00064BFE"/>
    <w:rsid w:val="00070B3E"/>
    <w:rsid w:val="00071F95"/>
    <w:rsid w:val="000737BB"/>
    <w:rsid w:val="00074E47"/>
    <w:rsid w:val="000754EC"/>
    <w:rsid w:val="0009093B"/>
    <w:rsid w:val="00097368"/>
    <w:rsid w:val="000A1E27"/>
    <w:rsid w:val="000A5441"/>
    <w:rsid w:val="000B2022"/>
    <w:rsid w:val="000B3351"/>
    <w:rsid w:val="000C149A"/>
    <w:rsid w:val="000C224E"/>
    <w:rsid w:val="000D1B1C"/>
    <w:rsid w:val="000D47CB"/>
    <w:rsid w:val="000E25E6"/>
    <w:rsid w:val="000E2C86"/>
    <w:rsid w:val="000E3428"/>
    <w:rsid w:val="000F29F2"/>
    <w:rsid w:val="000F46B4"/>
    <w:rsid w:val="000F54E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C6E"/>
    <w:rsid w:val="00156EF3"/>
    <w:rsid w:val="00163529"/>
    <w:rsid w:val="00176E4F"/>
    <w:rsid w:val="00177A93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0B6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42C"/>
    <w:rsid w:val="00244EA7"/>
    <w:rsid w:val="00245525"/>
    <w:rsid w:val="00262FC3"/>
    <w:rsid w:val="0026394F"/>
    <w:rsid w:val="00267AF6"/>
    <w:rsid w:val="00276DB8"/>
    <w:rsid w:val="00282664"/>
    <w:rsid w:val="0028330A"/>
    <w:rsid w:val="0028516B"/>
    <w:rsid w:val="00285FB8"/>
    <w:rsid w:val="002970C3"/>
    <w:rsid w:val="002A414E"/>
    <w:rsid w:val="002A4CD3"/>
    <w:rsid w:val="002A6CC4"/>
    <w:rsid w:val="002C0A0F"/>
    <w:rsid w:val="002C55E9"/>
    <w:rsid w:val="002D0C8B"/>
    <w:rsid w:val="002D330A"/>
    <w:rsid w:val="002E170C"/>
    <w:rsid w:val="002E193E"/>
    <w:rsid w:val="002E3C86"/>
    <w:rsid w:val="0030199E"/>
    <w:rsid w:val="00305EFF"/>
    <w:rsid w:val="00307530"/>
    <w:rsid w:val="00310A6A"/>
    <w:rsid w:val="003144E6"/>
    <w:rsid w:val="003204AD"/>
    <w:rsid w:val="003221F5"/>
    <w:rsid w:val="00327B61"/>
    <w:rsid w:val="00337E82"/>
    <w:rsid w:val="00346FDC"/>
    <w:rsid w:val="00350BB1"/>
    <w:rsid w:val="00352C83"/>
    <w:rsid w:val="00366805"/>
    <w:rsid w:val="0037067D"/>
    <w:rsid w:val="00373436"/>
    <w:rsid w:val="00375911"/>
    <w:rsid w:val="0038735B"/>
    <w:rsid w:val="003916D1"/>
    <w:rsid w:val="00394C90"/>
    <w:rsid w:val="003A21F0"/>
    <w:rsid w:val="003A277F"/>
    <w:rsid w:val="003A4AC7"/>
    <w:rsid w:val="003A58BA"/>
    <w:rsid w:val="003A5AE7"/>
    <w:rsid w:val="003A7221"/>
    <w:rsid w:val="003B3493"/>
    <w:rsid w:val="003C13AE"/>
    <w:rsid w:val="003C7152"/>
    <w:rsid w:val="003D2E73"/>
    <w:rsid w:val="003E40E8"/>
    <w:rsid w:val="003E72B6"/>
    <w:rsid w:val="003E7BBE"/>
    <w:rsid w:val="004127E3"/>
    <w:rsid w:val="00413527"/>
    <w:rsid w:val="00413696"/>
    <w:rsid w:val="00416272"/>
    <w:rsid w:val="0043212E"/>
    <w:rsid w:val="00432D53"/>
    <w:rsid w:val="00434366"/>
    <w:rsid w:val="00434ECE"/>
    <w:rsid w:val="004379FB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63B0"/>
    <w:rsid w:val="0049763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970"/>
    <w:rsid w:val="004F46E1"/>
    <w:rsid w:val="004F5DC7"/>
    <w:rsid w:val="004F78DA"/>
    <w:rsid w:val="0050637D"/>
    <w:rsid w:val="005113BF"/>
    <w:rsid w:val="005117AC"/>
    <w:rsid w:val="0051194B"/>
    <w:rsid w:val="005145AB"/>
    <w:rsid w:val="00520E9A"/>
    <w:rsid w:val="00524615"/>
    <w:rsid w:val="005248C1"/>
    <w:rsid w:val="00526134"/>
    <w:rsid w:val="005327F6"/>
    <w:rsid w:val="005404CB"/>
    <w:rsid w:val="005405B2"/>
    <w:rsid w:val="00541992"/>
    <w:rsid w:val="005427C8"/>
    <w:rsid w:val="005446D1"/>
    <w:rsid w:val="00554BEF"/>
    <w:rsid w:val="0055599A"/>
    <w:rsid w:val="00556C4C"/>
    <w:rsid w:val="00557369"/>
    <w:rsid w:val="00557D22"/>
    <w:rsid w:val="00562887"/>
    <w:rsid w:val="00564ADD"/>
    <w:rsid w:val="00567497"/>
    <w:rsid w:val="005708EB"/>
    <w:rsid w:val="00575BC6"/>
    <w:rsid w:val="00583902"/>
    <w:rsid w:val="005839EF"/>
    <w:rsid w:val="0059014C"/>
    <w:rsid w:val="005975B0"/>
    <w:rsid w:val="005A1D70"/>
    <w:rsid w:val="005A3AA5"/>
    <w:rsid w:val="005A6C9C"/>
    <w:rsid w:val="005A74DC"/>
    <w:rsid w:val="005B5146"/>
    <w:rsid w:val="005D1AFD"/>
    <w:rsid w:val="005D6BB7"/>
    <w:rsid w:val="005E51E6"/>
    <w:rsid w:val="005E5526"/>
    <w:rsid w:val="005F027A"/>
    <w:rsid w:val="005F33CC"/>
    <w:rsid w:val="005F3B1D"/>
    <w:rsid w:val="005F771F"/>
    <w:rsid w:val="006121D4"/>
    <w:rsid w:val="00613B49"/>
    <w:rsid w:val="00616845"/>
    <w:rsid w:val="00620E8E"/>
    <w:rsid w:val="00624E5D"/>
    <w:rsid w:val="00626685"/>
    <w:rsid w:val="00633CFE"/>
    <w:rsid w:val="00634FCA"/>
    <w:rsid w:val="00643D1B"/>
    <w:rsid w:val="006452B8"/>
    <w:rsid w:val="006478EA"/>
    <w:rsid w:val="006504B3"/>
    <w:rsid w:val="00652E62"/>
    <w:rsid w:val="00661634"/>
    <w:rsid w:val="006678F3"/>
    <w:rsid w:val="00673999"/>
    <w:rsid w:val="00675B6D"/>
    <w:rsid w:val="00686A49"/>
    <w:rsid w:val="00687B62"/>
    <w:rsid w:val="00690C44"/>
    <w:rsid w:val="00695C89"/>
    <w:rsid w:val="006969D9"/>
    <w:rsid w:val="006A2B68"/>
    <w:rsid w:val="006C2F32"/>
    <w:rsid w:val="006C6C09"/>
    <w:rsid w:val="006D1AF9"/>
    <w:rsid w:val="006D38C3"/>
    <w:rsid w:val="006D4448"/>
    <w:rsid w:val="006D6DFD"/>
    <w:rsid w:val="006E2C4D"/>
    <w:rsid w:val="006E42FE"/>
    <w:rsid w:val="006E67CF"/>
    <w:rsid w:val="006F0D02"/>
    <w:rsid w:val="006F10FE"/>
    <w:rsid w:val="006F3622"/>
    <w:rsid w:val="007008F4"/>
    <w:rsid w:val="00704675"/>
    <w:rsid w:val="00705EEC"/>
    <w:rsid w:val="00707741"/>
    <w:rsid w:val="007134FE"/>
    <w:rsid w:val="00715794"/>
    <w:rsid w:val="00717385"/>
    <w:rsid w:val="00722769"/>
    <w:rsid w:val="00727901"/>
    <w:rsid w:val="0073075B"/>
    <w:rsid w:val="007335F5"/>
    <w:rsid w:val="00733E70"/>
    <w:rsid w:val="0073404B"/>
    <w:rsid w:val="007341FF"/>
    <w:rsid w:val="007404E9"/>
    <w:rsid w:val="00742406"/>
    <w:rsid w:val="007444CF"/>
    <w:rsid w:val="00746D7F"/>
    <w:rsid w:val="00750AAC"/>
    <w:rsid w:val="00751E9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0493"/>
    <w:rsid w:val="007A300D"/>
    <w:rsid w:val="007B2328"/>
    <w:rsid w:val="007C73A5"/>
    <w:rsid w:val="007D5A78"/>
    <w:rsid w:val="007E3BD1"/>
    <w:rsid w:val="007F0802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CC3"/>
    <w:rsid w:val="00864067"/>
    <w:rsid w:val="00865011"/>
    <w:rsid w:val="00871680"/>
    <w:rsid w:val="00873C06"/>
    <w:rsid w:val="00877190"/>
    <w:rsid w:val="00886790"/>
    <w:rsid w:val="008908DE"/>
    <w:rsid w:val="008A12ED"/>
    <w:rsid w:val="008A2BA2"/>
    <w:rsid w:val="008A39D3"/>
    <w:rsid w:val="008B2C77"/>
    <w:rsid w:val="008B4AD2"/>
    <w:rsid w:val="008B663E"/>
    <w:rsid w:val="008B7138"/>
    <w:rsid w:val="008C42F4"/>
    <w:rsid w:val="008E260C"/>
    <w:rsid w:val="008E39BE"/>
    <w:rsid w:val="008E4B8D"/>
    <w:rsid w:val="008E62EC"/>
    <w:rsid w:val="008F19B1"/>
    <w:rsid w:val="008F32F6"/>
    <w:rsid w:val="008F4DE2"/>
    <w:rsid w:val="00905413"/>
    <w:rsid w:val="00916CD7"/>
    <w:rsid w:val="00920927"/>
    <w:rsid w:val="00921B38"/>
    <w:rsid w:val="00923720"/>
    <w:rsid w:val="009278C9"/>
    <w:rsid w:val="00932BB4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5BE4"/>
    <w:rsid w:val="009E5DC0"/>
    <w:rsid w:val="009F0DCC"/>
    <w:rsid w:val="009F11CA"/>
    <w:rsid w:val="00A031C1"/>
    <w:rsid w:val="00A0695B"/>
    <w:rsid w:val="00A13052"/>
    <w:rsid w:val="00A16A07"/>
    <w:rsid w:val="00A216A8"/>
    <w:rsid w:val="00A223A6"/>
    <w:rsid w:val="00A3639E"/>
    <w:rsid w:val="00A40675"/>
    <w:rsid w:val="00A5092E"/>
    <w:rsid w:val="00A50F99"/>
    <w:rsid w:val="00A52AEC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6A6"/>
    <w:rsid w:val="00AC5D45"/>
    <w:rsid w:val="00AC5F6B"/>
    <w:rsid w:val="00AD16C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565F"/>
    <w:rsid w:val="00B560C8"/>
    <w:rsid w:val="00B61150"/>
    <w:rsid w:val="00B65BC7"/>
    <w:rsid w:val="00B746B9"/>
    <w:rsid w:val="00B82810"/>
    <w:rsid w:val="00B848D4"/>
    <w:rsid w:val="00B865B7"/>
    <w:rsid w:val="00B936E5"/>
    <w:rsid w:val="00BA1CB1"/>
    <w:rsid w:val="00BA4178"/>
    <w:rsid w:val="00BA482D"/>
    <w:rsid w:val="00BB1755"/>
    <w:rsid w:val="00BB23F4"/>
    <w:rsid w:val="00BB3D5B"/>
    <w:rsid w:val="00BC09FB"/>
    <w:rsid w:val="00BC5075"/>
    <w:rsid w:val="00BC5419"/>
    <w:rsid w:val="00BD3B0F"/>
    <w:rsid w:val="00BD62BF"/>
    <w:rsid w:val="00BE5889"/>
    <w:rsid w:val="00BF1D4C"/>
    <w:rsid w:val="00BF3F0A"/>
    <w:rsid w:val="00BF7AA3"/>
    <w:rsid w:val="00C04238"/>
    <w:rsid w:val="00C143C3"/>
    <w:rsid w:val="00C1739B"/>
    <w:rsid w:val="00C17824"/>
    <w:rsid w:val="00C21ADE"/>
    <w:rsid w:val="00C23D97"/>
    <w:rsid w:val="00C26067"/>
    <w:rsid w:val="00C30A29"/>
    <w:rsid w:val="00C317DC"/>
    <w:rsid w:val="00C43ADB"/>
    <w:rsid w:val="00C518EE"/>
    <w:rsid w:val="00C578E9"/>
    <w:rsid w:val="00C70626"/>
    <w:rsid w:val="00C72860"/>
    <w:rsid w:val="00C72A48"/>
    <w:rsid w:val="00C73582"/>
    <w:rsid w:val="00C73B90"/>
    <w:rsid w:val="00C742EC"/>
    <w:rsid w:val="00C776C9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0BF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3BA"/>
    <w:rsid w:val="00D4364F"/>
    <w:rsid w:val="00D53EB8"/>
    <w:rsid w:val="00D54C76"/>
    <w:rsid w:val="00D632BB"/>
    <w:rsid w:val="00D71E43"/>
    <w:rsid w:val="00D727F3"/>
    <w:rsid w:val="00D72820"/>
    <w:rsid w:val="00D73695"/>
    <w:rsid w:val="00D73A6A"/>
    <w:rsid w:val="00D810DE"/>
    <w:rsid w:val="00D852F2"/>
    <w:rsid w:val="00D87D32"/>
    <w:rsid w:val="00D91188"/>
    <w:rsid w:val="00D92C83"/>
    <w:rsid w:val="00D95F7F"/>
    <w:rsid w:val="00DA0A81"/>
    <w:rsid w:val="00DA3C10"/>
    <w:rsid w:val="00DA53B5"/>
    <w:rsid w:val="00DB1CED"/>
    <w:rsid w:val="00DC1D69"/>
    <w:rsid w:val="00DC5A3A"/>
    <w:rsid w:val="00DD0726"/>
    <w:rsid w:val="00DE59EC"/>
    <w:rsid w:val="00DF6F4A"/>
    <w:rsid w:val="00E13A11"/>
    <w:rsid w:val="00E15067"/>
    <w:rsid w:val="00E238E6"/>
    <w:rsid w:val="00E31818"/>
    <w:rsid w:val="00E31C5A"/>
    <w:rsid w:val="00E34CD8"/>
    <w:rsid w:val="00E35064"/>
    <w:rsid w:val="00E3681D"/>
    <w:rsid w:val="00E40225"/>
    <w:rsid w:val="00E4735C"/>
    <w:rsid w:val="00E501F0"/>
    <w:rsid w:val="00E6166D"/>
    <w:rsid w:val="00E64451"/>
    <w:rsid w:val="00E66EAD"/>
    <w:rsid w:val="00E7381C"/>
    <w:rsid w:val="00E762DC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0FA8"/>
    <w:rsid w:val="00F069BD"/>
    <w:rsid w:val="00F07387"/>
    <w:rsid w:val="00F1480E"/>
    <w:rsid w:val="00F1497D"/>
    <w:rsid w:val="00F16AAC"/>
    <w:rsid w:val="00F21029"/>
    <w:rsid w:val="00F30C7D"/>
    <w:rsid w:val="00F33FF2"/>
    <w:rsid w:val="00F348A1"/>
    <w:rsid w:val="00F36CB8"/>
    <w:rsid w:val="00F438FC"/>
    <w:rsid w:val="00F43E1D"/>
    <w:rsid w:val="00F5616F"/>
    <w:rsid w:val="00F56451"/>
    <w:rsid w:val="00F56827"/>
    <w:rsid w:val="00F62866"/>
    <w:rsid w:val="00F65EF0"/>
    <w:rsid w:val="00F71651"/>
    <w:rsid w:val="00F76191"/>
    <w:rsid w:val="00F76CC6"/>
    <w:rsid w:val="00F826D0"/>
    <w:rsid w:val="00F83D7C"/>
    <w:rsid w:val="00FA5FB3"/>
    <w:rsid w:val="00FB232E"/>
    <w:rsid w:val="00FC588C"/>
    <w:rsid w:val="00FD557D"/>
    <w:rsid w:val="00FE0282"/>
    <w:rsid w:val="00FE124D"/>
    <w:rsid w:val="00FE792C"/>
    <w:rsid w:val="00FF52D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41352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3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95F7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46B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73C06"/>
    <w:pPr>
      <w:spacing w:after="120" w:line="259" w:lineRule="auto"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73C06"/>
  </w:style>
  <w:style w:type="character" w:customStyle="1" w:styleId="Heading4Char">
    <w:name w:val="Heading 4 Char"/>
    <w:basedOn w:val="DefaultParagraphFont"/>
    <w:link w:val="Heading4"/>
    <w:uiPriority w:val="9"/>
    <w:semiHidden/>
    <w:rsid w:val="00413527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6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www.w3.org/XML/1998/namespace"/>
    <ds:schemaRef ds:uri="d9f16d0e-a37a-4d61-9000-fe4c9e1013bf"/>
    <ds:schemaRef ds:uri="http://purl.org/dc/terms/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245B5B-0153-4BAE-942B-2D516882C403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63</TotalTime>
  <Pages>4</Pages>
  <Words>864</Words>
  <Characters>5944</Characters>
  <Application>Microsoft Office Word</Application>
  <DocSecurity>0</DocSecurity>
  <Lines>198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29</cp:revision>
  <cp:lastPrinted>2016-05-27T05:21:00Z</cp:lastPrinted>
  <dcterms:created xsi:type="dcterms:W3CDTF">2024-09-19T04:44:00Z</dcterms:created>
  <dcterms:modified xsi:type="dcterms:W3CDTF">2025-09-19T05:15:00Z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Assigned to0">
    <vt:lpwstr/>
  </property>
  <property fmtid="{D5CDD505-2E9C-101B-9397-08002B2CF9AE}" pid="28" name="Project Phase">
    <vt:lpwstr>Proofreading</vt:lpwstr>
  </property>
  <property fmtid="{D5CDD505-2E9C-101B-9397-08002B2CF9AE}" pid="29" name="Meat Group">
    <vt:lpwstr>5 Operator skills/abattoir</vt:lpwstr>
  </property>
  <property fmtid="{D5CDD505-2E9C-101B-9397-08002B2CF9AE}" pid="30" name="GrammarlyDocumentId">
    <vt:lpwstr>def6b64e-6a9a-4b1c-8dba-958e09dbaee9</vt:lpwstr>
  </property>
</Properties>
</file>